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:rsidTr="00050DA7">
        <w:tc>
          <w:tcPr>
            <w:tcW w:w="4428" w:type="dxa"/>
          </w:tcPr>
          <w:p w:rsidR="000348ED" w:rsidRPr="00E66034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 w:rsidR="00804713">
              <w:rPr>
                <w:rFonts w:ascii="Calibri" w:hAnsi="Calibri"/>
              </w:rPr>
              <w:t>ENG8</w:t>
            </w:r>
          </w:p>
        </w:tc>
        <w:tc>
          <w:tcPr>
            <w:tcW w:w="5461" w:type="dxa"/>
          </w:tcPr>
          <w:p w:rsidR="000348ED" w:rsidRPr="00804713" w:rsidRDefault="00804713" w:rsidP="005D05AC">
            <w:pPr>
              <w:jc w:val="right"/>
              <w:rPr>
                <w:rFonts w:ascii="Calibri" w:hAnsi="Calibri"/>
              </w:rPr>
            </w:pPr>
            <w:r w:rsidRPr="00804713">
              <w:rPr>
                <w:rFonts w:ascii="Calibri" w:hAnsi="Calibri"/>
              </w:rPr>
              <w:t>ENG8-12.1.</w:t>
            </w:r>
            <w:r w:rsidR="00326F1C">
              <w:rPr>
                <w:rFonts w:ascii="Calibri" w:hAnsi="Calibri"/>
              </w:rPr>
              <w:t>16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E66034" w:rsidRDefault="005D05AC" w:rsidP="005D05AC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r w:rsidR="00326F1C">
              <w:rPr>
                <w:rFonts w:ascii="Calibri" w:hAnsi="Calibri"/>
              </w:rPr>
              <w:t>IALA Secretariat</w:t>
            </w:r>
          </w:p>
        </w:tc>
        <w:tc>
          <w:tcPr>
            <w:tcW w:w="5461" w:type="dxa"/>
          </w:tcPr>
          <w:p w:rsidR="000348ED" w:rsidRPr="00804713" w:rsidRDefault="00804713" w:rsidP="001A654A">
            <w:pPr>
              <w:jc w:val="right"/>
              <w:rPr>
                <w:rFonts w:ascii="Calibri" w:hAnsi="Calibri"/>
              </w:rPr>
            </w:pPr>
            <w:r w:rsidRPr="00804713">
              <w:rPr>
                <w:rFonts w:ascii="Calibri" w:hAnsi="Calibri"/>
              </w:rPr>
              <w:t>17 October 2018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804713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 xml:space="preserve">Draft Proposal for </w:t>
      </w:r>
      <w:r w:rsidR="00B920F0">
        <w:rPr>
          <w:rFonts w:ascii="Calibri" w:hAnsi="Calibri"/>
          <w:color w:val="00558C"/>
        </w:rPr>
        <w:t>Heritage Seminar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B8247E" w:rsidRPr="00E66034" w:rsidRDefault="00804713" w:rsidP="00E66034">
      <w:pPr>
        <w:pStyle w:val="BodyText"/>
      </w:pPr>
      <w:r>
        <w:t>The ENG Committee’s Task Plan Task No. 2.</w:t>
      </w:r>
      <w:r w:rsidR="00B920F0">
        <w:t>6.6</w:t>
      </w:r>
      <w:r>
        <w:t xml:space="preserve"> requires the ENG Committee to </w:t>
      </w:r>
      <w:r w:rsidR="00B920F0">
        <w:t>develop a Heritage Seminar</w:t>
      </w:r>
      <w:r>
        <w:t>.</w:t>
      </w:r>
    </w:p>
    <w:p w:rsidR="00902AA4" w:rsidRPr="00E66034" w:rsidRDefault="00804713" w:rsidP="00E66034">
      <w:pPr>
        <w:pStyle w:val="Heading1"/>
      </w:pPr>
      <w:r>
        <w:t>Draft Workshop Proposal for consideration by the ARM Committee</w:t>
      </w:r>
    </w:p>
    <w:p w:rsidR="00902AA4" w:rsidRPr="00E66034" w:rsidRDefault="00804713" w:rsidP="00E66034">
      <w:pPr>
        <w:pStyle w:val="BodyText"/>
      </w:pPr>
      <w:r>
        <w:t xml:space="preserve">A draft </w:t>
      </w:r>
      <w:r w:rsidR="00B920F0">
        <w:t>Seminar</w:t>
      </w:r>
      <w:r>
        <w:t xml:space="preserve"> Proposal </w:t>
      </w:r>
      <w:r w:rsidR="00177F63">
        <w:t>(Output Paper ENG8-12.1.1</w:t>
      </w:r>
      <w:r w:rsidR="00B920F0">
        <w:t>7</w:t>
      </w:r>
      <w:r w:rsidR="00177F63">
        <w:t xml:space="preserve">) </w:t>
      </w:r>
      <w:r>
        <w:t xml:space="preserve">for the </w:t>
      </w:r>
      <w:r w:rsidR="00B920F0">
        <w:t>Heritage</w:t>
      </w:r>
      <w:r>
        <w:t xml:space="preserve"> Workshop has been attached, for </w:t>
      </w:r>
      <w:r w:rsidR="00B920F0">
        <w:t xml:space="preserve">consideration by the Secretariat before </w:t>
      </w:r>
      <w:r>
        <w:t xml:space="preserve">forwarding </w:t>
      </w:r>
      <w:r w:rsidR="00646F38">
        <w:t>t</w:t>
      </w:r>
      <w:bookmarkStart w:id="0" w:name="_GoBack"/>
      <w:bookmarkEnd w:id="0"/>
      <w:r>
        <w:t>o Council for approval.</w:t>
      </w:r>
    </w:p>
    <w:p w:rsidR="00E93C9B" w:rsidRPr="00E66034" w:rsidRDefault="00E93C9B" w:rsidP="00E93C9B">
      <w:pPr>
        <w:pStyle w:val="Bullet3text"/>
        <w:rPr>
          <w:rFonts w:ascii="Calibri" w:hAnsi="Calibri"/>
          <w:highlight w:val="yellow"/>
          <w:lang w:val="en-GB"/>
        </w:rPr>
      </w:pP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4C220D" w:rsidRPr="00804713" w:rsidRDefault="00902AA4" w:rsidP="00E66034">
      <w:pPr>
        <w:pStyle w:val="BodyText"/>
      </w:pPr>
      <w:r w:rsidRPr="00804713">
        <w:t xml:space="preserve">The </w:t>
      </w:r>
      <w:r w:rsidR="00D75A44">
        <w:t>IALA Secretariat</w:t>
      </w:r>
      <w:r w:rsidR="00804713" w:rsidRPr="00804713">
        <w:t xml:space="preserve"> </w:t>
      </w:r>
      <w:r w:rsidRPr="00804713">
        <w:t>is requested to</w:t>
      </w:r>
      <w:r w:rsidR="00630F7F" w:rsidRPr="00804713">
        <w:t>:</w:t>
      </w:r>
    </w:p>
    <w:p w:rsidR="00630F7F" w:rsidRPr="00804713" w:rsidRDefault="00804713" w:rsidP="00CF3661">
      <w:pPr>
        <w:pStyle w:val="List1"/>
        <w:numPr>
          <w:ilvl w:val="0"/>
          <w:numId w:val="23"/>
        </w:numPr>
      </w:pPr>
      <w:r>
        <w:t>Review the d</w:t>
      </w:r>
      <w:r w:rsidRPr="00804713">
        <w:t xml:space="preserve">raft </w:t>
      </w:r>
      <w:r w:rsidR="00B920F0">
        <w:t>Seminar</w:t>
      </w:r>
      <w:r>
        <w:t xml:space="preserve"> </w:t>
      </w:r>
      <w:r w:rsidRPr="00804713">
        <w:t xml:space="preserve">Proposal </w:t>
      </w:r>
      <w:r w:rsidR="00177F63">
        <w:t>(Output Paper ENG8-12.1.1</w:t>
      </w:r>
      <w:r w:rsidR="00B920F0">
        <w:t>7</w:t>
      </w:r>
      <w:r w:rsidR="00177F63">
        <w:t xml:space="preserve">) </w:t>
      </w:r>
      <w:r w:rsidRPr="00804713">
        <w:t xml:space="preserve">for </w:t>
      </w:r>
      <w:r w:rsidR="00B920F0">
        <w:t xml:space="preserve">the Heritage </w:t>
      </w:r>
      <w:r w:rsidR="00646F38">
        <w:t>Seminar</w:t>
      </w:r>
      <w:r w:rsidR="00646F38" w:rsidRPr="00804713">
        <w:t xml:space="preserve"> ;</w:t>
      </w:r>
    </w:p>
    <w:p w:rsidR="00804713" w:rsidRPr="00804713" w:rsidRDefault="00804713" w:rsidP="00CF3661">
      <w:pPr>
        <w:pStyle w:val="List1"/>
        <w:numPr>
          <w:ilvl w:val="0"/>
          <w:numId w:val="23"/>
        </w:numPr>
      </w:pPr>
      <w:r w:rsidRPr="00804713">
        <w:t xml:space="preserve">Revise or edit as the </w:t>
      </w:r>
      <w:r w:rsidR="00B920F0">
        <w:t>IALA Secretariat</w:t>
      </w:r>
      <w:r w:rsidRPr="00804713">
        <w:t xml:space="preserve"> deems </w:t>
      </w:r>
      <w:r w:rsidR="00646F38" w:rsidRPr="00804713">
        <w:t>necessary ;</w:t>
      </w:r>
    </w:p>
    <w:p w:rsidR="00804713" w:rsidRDefault="00804713" w:rsidP="00E66034">
      <w:pPr>
        <w:pStyle w:val="List1"/>
      </w:pPr>
      <w:r w:rsidRPr="00804713">
        <w:t xml:space="preserve">Forward the </w:t>
      </w:r>
      <w:r>
        <w:t>f</w:t>
      </w:r>
      <w:r w:rsidRPr="00804713">
        <w:t xml:space="preserve">inal </w:t>
      </w:r>
      <w:r>
        <w:t xml:space="preserve">Workshop </w:t>
      </w:r>
      <w:r w:rsidRPr="00804713">
        <w:t>Proposal to Council for approval.</w:t>
      </w:r>
    </w:p>
    <w:p w:rsidR="00804713" w:rsidRDefault="00804713" w:rsidP="00804713">
      <w:pPr>
        <w:pStyle w:val="List1"/>
        <w:numPr>
          <w:ilvl w:val="0"/>
          <w:numId w:val="0"/>
        </w:numPr>
        <w:ind w:left="567" w:hanging="567"/>
      </w:pPr>
    </w:p>
    <w:p w:rsidR="00804713" w:rsidRDefault="00804713" w:rsidP="00804713">
      <w:pPr>
        <w:pStyle w:val="List1"/>
        <w:numPr>
          <w:ilvl w:val="0"/>
          <w:numId w:val="0"/>
        </w:numPr>
        <w:ind w:left="567" w:hanging="567"/>
      </w:pPr>
    </w:p>
    <w:p w:rsidR="00804713" w:rsidRDefault="00804713" w:rsidP="00804713">
      <w:pPr>
        <w:pStyle w:val="List1"/>
        <w:numPr>
          <w:ilvl w:val="0"/>
          <w:numId w:val="0"/>
        </w:numPr>
        <w:ind w:left="567" w:hanging="567"/>
      </w:pPr>
    </w:p>
    <w:p w:rsidR="00804713" w:rsidRDefault="00804713" w:rsidP="00804713">
      <w:pPr>
        <w:pStyle w:val="List1"/>
        <w:numPr>
          <w:ilvl w:val="0"/>
          <w:numId w:val="0"/>
        </w:numPr>
        <w:ind w:left="567" w:hanging="567"/>
      </w:pPr>
    </w:p>
    <w:p w:rsidR="00804713" w:rsidRDefault="00804713" w:rsidP="00804713">
      <w:pPr>
        <w:pStyle w:val="List1"/>
        <w:numPr>
          <w:ilvl w:val="0"/>
          <w:numId w:val="0"/>
        </w:numPr>
        <w:ind w:left="567" w:hanging="567"/>
      </w:pPr>
    </w:p>
    <w:p w:rsidR="00804713" w:rsidRDefault="00804713" w:rsidP="00804713">
      <w:pPr>
        <w:pStyle w:val="List1"/>
        <w:numPr>
          <w:ilvl w:val="0"/>
          <w:numId w:val="0"/>
        </w:numPr>
        <w:ind w:left="567" w:hanging="567"/>
      </w:pPr>
    </w:p>
    <w:p w:rsidR="00804713" w:rsidRDefault="00804713" w:rsidP="00804713">
      <w:pPr>
        <w:pStyle w:val="List1"/>
        <w:numPr>
          <w:ilvl w:val="0"/>
          <w:numId w:val="0"/>
        </w:numPr>
        <w:ind w:left="567" w:hanging="567"/>
      </w:pPr>
    </w:p>
    <w:sectPr w:rsidR="00804713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07E" w:rsidRDefault="00E3207E" w:rsidP="00002906">
      <w:r>
        <w:separator/>
      </w:r>
    </w:p>
  </w:endnote>
  <w:endnote w:type="continuationSeparator" w:id="0">
    <w:p w:rsidR="00E3207E" w:rsidRDefault="00E3207E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F366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07E" w:rsidRDefault="00E3207E" w:rsidP="00002906">
      <w:r>
        <w:separator/>
      </w:r>
    </w:p>
  </w:footnote>
  <w:footnote w:type="continuationSeparator" w:id="0">
    <w:p w:rsidR="00E3207E" w:rsidRDefault="00E3207E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774" w:rsidRDefault="00804713">
    <w:pPr>
      <w:pStyle w:val="Header"/>
    </w:pPr>
    <w:r>
      <w:rPr>
        <w:noProof/>
      </w:rPr>
      <w:drawing>
        <wp:inline distT="0" distB="0" distL="0" distR="0">
          <wp:extent cx="746760" cy="73152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D965702"/>
    <w:multiLevelType w:val="hybridMultilevel"/>
    <w:tmpl w:val="72746C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A0042E"/>
    <w:multiLevelType w:val="hybridMultilevel"/>
    <w:tmpl w:val="2C6808E0"/>
    <w:lvl w:ilvl="0" w:tplc="040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3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135447"/>
    <w:rsid w:val="00152273"/>
    <w:rsid w:val="00153C5A"/>
    <w:rsid w:val="00177F63"/>
    <w:rsid w:val="001A654A"/>
    <w:rsid w:val="001C74CF"/>
    <w:rsid w:val="00326F1C"/>
    <w:rsid w:val="0039589C"/>
    <w:rsid w:val="003D55DD"/>
    <w:rsid w:val="003E1831"/>
    <w:rsid w:val="00424954"/>
    <w:rsid w:val="004C1386"/>
    <w:rsid w:val="004C220D"/>
    <w:rsid w:val="005D05AC"/>
    <w:rsid w:val="00630F7F"/>
    <w:rsid w:val="0064435F"/>
    <w:rsid w:val="00646F38"/>
    <w:rsid w:val="006D470F"/>
    <w:rsid w:val="00727E88"/>
    <w:rsid w:val="00775878"/>
    <w:rsid w:val="0080092C"/>
    <w:rsid w:val="00804713"/>
    <w:rsid w:val="00872453"/>
    <w:rsid w:val="008F13DD"/>
    <w:rsid w:val="00902AA4"/>
    <w:rsid w:val="00904931"/>
    <w:rsid w:val="009B414F"/>
    <w:rsid w:val="009F3B6C"/>
    <w:rsid w:val="009F5C36"/>
    <w:rsid w:val="009F698E"/>
    <w:rsid w:val="00A27F12"/>
    <w:rsid w:val="00A30579"/>
    <w:rsid w:val="00AA76C0"/>
    <w:rsid w:val="00B077EC"/>
    <w:rsid w:val="00B15B24"/>
    <w:rsid w:val="00B428DA"/>
    <w:rsid w:val="00B8247E"/>
    <w:rsid w:val="00B920F0"/>
    <w:rsid w:val="00BE56DF"/>
    <w:rsid w:val="00CA04AF"/>
    <w:rsid w:val="00CF3661"/>
    <w:rsid w:val="00D75A44"/>
    <w:rsid w:val="00E3207E"/>
    <w:rsid w:val="00E401AE"/>
    <w:rsid w:val="00E66034"/>
    <w:rsid w:val="00E93C9B"/>
    <w:rsid w:val="00EE3F2F"/>
    <w:rsid w:val="00F73F78"/>
    <w:rsid w:val="00F756EC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CD87EC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6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Adam Hay</cp:lastModifiedBy>
  <cp:revision>5</cp:revision>
  <cp:lastPrinted>2006-10-19T10:49:00Z</cp:lastPrinted>
  <dcterms:created xsi:type="dcterms:W3CDTF">2018-10-18T08:26:00Z</dcterms:created>
  <dcterms:modified xsi:type="dcterms:W3CDTF">2018-10-18T10:05:00Z</dcterms:modified>
</cp:coreProperties>
</file>